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78F60B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r w:rsidR="000676A2" w:rsidRPr="000E36E3">
        <w:rPr>
          <w:rFonts w:ascii="Verdana" w:hAnsi="Verdana"/>
          <w:b/>
        </w:rPr>
        <w:t xml:space="preserve">„Pásový nosič nářadí“ </w:t>
      </w:r>
      <w:r w:rsidR="000676A2" w:rsidRPr="000E36E3">
        <w:rPr>
          <w:rFonts w:ascii="Verdana" w:hAnsi="Verdana"/>
        </w:rPr>
        <w:t xml:space="preserve">č.j. 28052/2025-SŽ-OŘ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90289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90289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90289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8027A" w14:textId="6D1686CE" w:rsidR="000676A2" w:rsidRDefault="000676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AEACF1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A24A56C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76A2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83974"/>
    <w:rsid w:val="003956C6"/>
    <w:rsid w:val="003B7E4D"/>
    <w:rsid w:val="00441430"/>
    <w:rsid w:val="00450F07"/>
    <w:rsid w:val="00451042"/>
    <w:rsid w:val="00453CD3"/>
    <w:rsid w:val="00460660"/>
    <w:rsid w:val="00465066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D60C9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2899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65066"/>
    <w:rsid w:val="0049171C"/>
    <w:rsid w:val="005D60C9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471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12</cp:revision>
  <cp:lastPrinted>2017-11-28T17:18:00Z</cp:lastPrinted>
  <dcterms:created xsi:type="dcterms:W3CDTF">2023-11-16T10:29:00Z</dcterms:created>
  <dcterms:modified xsi:type="dcterms:W3CDTF">2025-07-14T12:43:00Z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